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D64" w:rsidRDefault="0028760F">
      <w:r>
        <w:rPr>
          <w:noProof/>
        </w:rPr>
        <w:drawing>
          <wp:inline distT="0" distB="0" distL="0" distR="0">
            <wp:extent cx="3539269" cy="994611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#10Env-Chelsea-9.26.2020 RGB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147" cy="1024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DC1CF" wp14:editId="33C0F31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29200" cy="1257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8760F" w:rsidRPr="001F314B" w:rsidRDefault="0028760F" w:rsidP="001F314B">
                            <w:pPr>
                              <w:pStyle w:val="EnvelopeAddress"/>
                              <w:rPr>
                                <w:noProof/>
                              </w:rPr>
                            </w:pPr>
                            <w:bookmarkStart w:id="1" w:name="EnvelopeAddress"/>
                            <w:bookmarkEnd w:id="1"/>
                            <w:r>
                              <w:rPr>
                                <w:noProof/>
                              </w:rPr>
                              <w:t>Click here to enter a delivery address.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BDC1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96pt;height:99pt;z-index:251661312;visibility:visible;mso-wrap-style:square;mso-wrap-distance-left:9pt;mso-wrap-distance-top:0;mso-wrap-distance-right:9pt;mso-wrap-distance-bottom:0;mso-position-horizontal:center;mso-position-horizontal-relative:margin;mso-position-vertical:bottom;mso-position-vertical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" filled="f" stroked="f">
                <v:textbox inset="2in,0,0,0">
                  <w:txbxContent>
                    <w:p w:rsidR="0028760F" w:rsidRPr="001F314B" w:rsidRDefault="0028760F" w:rsidP="001F314B">
                      <w:pPr>
                        <w:pStyle w:val="EnvelopeAddress"/>
                        <w:rPr>
                          <w:noProof/>
                        </w:rPr>
                      </w:pPr>
                      <w:bookmarkStart w:id="2" w:name="EnvelopeAddress"/>
                      <w:bookmarkEnd w:id="2"/>
                      <w:r>
                        <w:rPr>
                          <w:noProof/>
                        </w:rPr>
                        <w:t>Click here to enter a delivery address.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96D64" w:rsidSect="0028760F">
      <w:pgSz w:w="13680" w:h="5940" w:orient="landscape"/>
      <w:pgMar w:top="360" w:right="720" w:bottom="720" w:left="576" w:header="720" w:footer="720" w:gutter="0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E2"/>
    <w:rsid w:val="00040AE2"/>
    <w:rsid w:val="00096D64"/>
    <w:rsid w:val="0028760F"/>
    <w:rsid w:val="00303971"/>
    <w:rsid w:val="0055746C"/>
    <w:rsid w:val="00653962"/>
    <w:rsid w:val="00A37FE5"/>
    <w:rsid w:val="00A66E60"/>
    <w:rsid w:val="00F3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A7E04324-E0CD-3E41-9A5B-96841E47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28760F"/>
    <w:pPr>
      <w:framePr w:w="7920" w:h="1980" w:hRule="exact" w:hSpace="180" w:wrap="auto" w:hAnchor="page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unhideWhenUsed/>
    <w:rsid w:val="0028760F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ristineantonellis/Desktop/10Env/10Env-TRI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10Env-TRII.dotx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2021-06-06T17:57:00Z</dcterms:created>
  <dcterms:modified xsi:type="dcterms:W3CDTF">2021-06-06T17:57:00Z</dcterms:modified>
</cp:coreProperties>
</file>